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C56826" w:rsidR="003F3B5A" w:rsidP="00661107" w:rsidRDefault="003F3B5A" w14:paraId="7A2CA617" w14:textId="77777777">
      <w:pPr>
        <w:tabs>
          <w:tab w:val="right" w:pos="9638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8A1649" w:rsidR="008A1649" w:rsidP="646BB0A4" w:rsidRDefault="00F7749E" w14:paraId="7A2CA618" w14:textId="4B8AA894">
      <w:pPr>
        <w:tabs>
          <w:tab w:val="left" w:pos="5954"/>
          <w:tab w:val="right" w:pos="9638"/>
        </w:tabs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646BB0A4" w:rsidR="00F7749E">
        <w:rPr>
          <w:rFonts w:ascii="Garamond" w:hAnsi="Garamond"/>
          <w:i w:val="1"/>
          <w:iCs w:val="1"/>
          <w:sz w:val="24"/>
          <w:szCs w:val="24"/>
        </w:rPr>
        <w:t xml:space="preserve">Standardrapport </w:t>
      </w:r>
      <w:r w:rsidRPr="646BB0A4" w:rsidR="008A1649">
        <w:rPr>
          <w:rFonts w:ascii="Garamond" w:hAnsi="Garamond"/>
          <w:i w:val="1"/>
          <w:iCs w:val="1"/>
          <w:sz w:val="24"/>
          <w:szCs w:val="24"/>
        </w:rPr>
        <w:t>- Bilag</w:t>
      </w:r>
    </w:p>
    <w:p w:rsidR="00661107" w:rsidP="00F7749E" w:rsidRDefault="00F7749E" w14:paraId="7A2CA619" w14:textId="77777777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4"/>
          <w:szCs w:val="24"/>
        </w:rPr>
        <w:t>P</w:t>
      </w:r>
      <w:r w:rsidRPr="008A1649" w:rsidR="008A1649">
        <w:rPr>
          <w:rFonts w:ascii="Garamond" w:hAnsi="Garamond"/>
          <w:b/>
          <w:sz w:val="24"/>
          <w:szCs w:val="24"/>
        </w:rPr>
        <w:t>rogram for styring af systemændringer</w:t>
      </w:r>
    </w:p>
    <w:p w:rsidRPr="00661107" w:rsidR="003E3817" w:rsidP="00F7749E" w:rsidRDefault="008A1649" w14:paraId="7A2CA61A" w14:textId="6ABC4C99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8A1649">
        <w:rPr>
          <w:rFonts w:ascii="Garamond" w:hAnsi="Garamond"/>
          <w:b/>
          <w:sz w:val="20"/>
          <w:szCs w:val="20"/>
        </w:rPr>
        <w:t>SCP.06.00.DK</w:t>
      </w:r>
      <w:r w:rsidR="00B2258F">
        <w:rPr>
          <w:rFonts w:ascii="Garamond" w:hAnsi="Garamond"/>
          <w:b/>
          <w:sz w:val="20"/>
          <w:szCs w:val="20"/>
        </w:rPr>
        <w:t xml:space="preserve"> - årlig</w:t>
      </w:r>
      <w:bookmarkStart w:name="_GoBack" w:id="0"/>
      <w:bookmarkEnd w:id="0"/>
    </w:p>
    <w:p w:rsidR="00B81F33" w:rsidP="00F7749E" w:rsidRDefault="00B81F33" w14:paraId="7A2CA61B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F7749E" w:rsidR="00F7749E" w:rsidP="00F7749E" w:rsidRDefault="00F7749E" w14:paraId="7A2CA61C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F7749E" w14:paraId="7A2CA61D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 xml:space="preserve">tandardrapport </w:t>
      </w:r>
      <w:r w:rsidRPr="008A1649" w:rsidR="008A1649">
        <w:rPr>
          <w:rFonts w:ascii="Garamond" w:hAnsi="Garamond"/>
          <w:sz w:val="24"/>
          <w:szCs w:val="24"/>
        </w:rPr>
        <w:t xml:space="preserve">for program for styring af systemændringer 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B81F33" w:rsidR="00B2258F" w:rsidTr="002C513B" w14:paraId="4DF5DF0D" w14:textId="77777777">
        <w:tc>
          <w:tcPr>
            <w:tcW w:w="9670" w:type="dxa"/>
          </w:tcPr>
          <w:p w:rsidRPr="00B81F33" w:rsidR="00B2258F" w:rsidP="002C513B" w:rsidRDefault="00B2258F" w14:paraId="14E5C651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B81F33" w:rsidR="00B2258F" w:rsidTr="002C513B" w14:paraId="534A6FD4" w14:textId="77777777">
        <w:trPr>
          <w:trHeight w:val="8981"/>
        </w:trPr>
        <w:tc>
          <w:tcPr>
            <w:tcW w:w="9670" w:type="dxa"/>
          </w:tcPr>
          <w:p w:rsidRPr="00B81F33" w:rsidR="00B2258F" w:rsidP="002C513B" w:rsidRDefault="00B2258F" w14:paraId="6C7AD67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3F820D1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7B3CE3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69DE5BC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1274ED2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2ABA48D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4789DE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0F17EF5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2446927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426C896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58DF655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0D40AF2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058C23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6C2CE9D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12143ED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2DBC891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34E3106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2258F" w:rsidP="002C513B" w:rsidRDefault="00B2258F" w14:paraId="05F998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040EDF" w:rsidR="006B30A9" w:rsidP="007D1B65" w:rsidRDefault="006B30A9" w14:paraId="7A2CA673" w14:textId="77777777">
      <w:pPr>
        <w:spacing w:after="0" w:line="280" w:lineRule="atLeast"/>
        <w:rPr>
          <w:rFonts w:ascii="Garamond" w:hAnsi="Garamond"/>
        </w:rPr>
      </w:pPr>
    </w:p>
    <w:sectPr w:rsidRPr="00040EDF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1D5" w:rsidP="009E4B94" w:rsidRDefault="00B161D5" w14:paraId="7A2CA676" w14:textId="77777777">
      <w:pPr>
        <w:spacing w:line="240" w:lineRule="auto"/>
      </w:pPr>
      <w:r>
        <w:separator/>
      </w:r>
    </w:p>
  </w:endnote>
  <w:endnote w:type="continuationSeparator" w:id="0">
    <w:p w:rsidR="00B161D5" w:rsidP="009E4B94" w:rsidRDefault="00B161D5" w14:paraId="7A2CA67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7A2CA678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A2CA67B" wp14:editId="7A2CA67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7A2CA683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A2CA67D" wp14:editId="7A2CA67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7A2CA67A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A2CA681" wp14:editId="7A2CA68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1D5" w:rsidP="009E4B94" w:rsidRDefault="00B161D5" w14:paraId="7A2CA674" w14:textId="77777777">
      <w:pPr>
        <w:spacing w:line="240" w:lineRule="auto"/>
      </w:pPr>
      <w:r>
        <w:separator/>
      </w:r>
    </w:p>
  </w:footnote>
  <w:footnote w:type="continuationSeparator" w:id="0">
    <w:p w:rsidR="00B161D5" w:rsidP="009E4B94" w:rsidRDefault="00B161D5" w14:paraId="7A2CA675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7A2CA679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A2CA67F" wp14:editId="7A2CA680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6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42CBC"/>
    <w:rsid w:val="006517D6"/>
    <w:rsid w:val="00655B49"/>
    <w:rsid w:val="00661107"/>
    <w:rsid w:val="00681D83"/>
    <w:rsid w:val="006900C2"/>
    <w:rsid w:val="006B30A9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A1649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6A07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161D5"/>
    <w:rsid w:val="00B2258F"/>
    <w:rsid w:val="00B255A7"/>
    <w:rsid w:val="00B31CF7"/>
    <w:rsid w:val="00B421B6"/>
    <w:rsid w:val="00B430B4"/>
    <w:rsid w:val="00B4628F"/>
    <w:rsid w:val="00B5082D"/>
    <w:rsid w:val="00B64C73"/>
    <w:rsid w:val="00B6504E"/>
    <w:rsid w:val="00B81F33"/>
    <w:rsid w:val="00B834A3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86606"/>
    <w:rsid w:val="00E96B3E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749E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646BB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2CA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3" w:customStyle="1">
    <w:name w:val="Tabel - Gitter3"/>
    <w:basedOn w:val="Tabel-Normal"/>
    <w:next w:val="Tabel-Gitter"/>
    <w:uiPriority w:val="59"/>
    <w:rsid w:val="008A1649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footer" Target="footer1.xml" Id="rId1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B785D-744F-4C39-9CF8-BCD5233153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6D7C93A-7274-4693-AF31-717C36378869}"/>
</file>

<file path=customXml/itemProps3.xml><?xml version="1.0" encoding="utf-8"?>
<ds:datastoreItem xmlns:ds="http://schemas.openxmlformats.org/officeDocument/2006/customXml" ds:itemID="{24C889EB-B0FF-4A38-B339-B0626C83C9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AC2B4-CFED-4982-A62C-6670B976CD4D}">
  <ds:schemaRefs>
    <ds:schemaRef ds:uri="b63ed618-bf3e-4954-a830-28dd24904e9e"/>
    <ds:schemaRef ds:uri="http://schemas.microsoft.com/office/2006/documentManagement/types"/>
    <ds:schemaRef ds:uri="a2e91a90-2021-4a92-9a86-3e9429d92af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0ec4ba45-9d27-40ef-892e-bb0fb3b5584a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2015-02-03T11:55:00.0000000Z</dcterms:created>
  <dcterms:modified xsi:type="dcterms:W3CDTF">2022-05-06T10:32:53.9955340Z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6eef6208-33d2-481f-a6e1-f809e6ea85f7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